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AB2AB" w14:textId="60D4D66D" w:rsidR="00FD32DB" w:rsidRPr="00FD32DB" w:rsidRDefault="00997F14" w:rsidP="00FD32DB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154FA8FC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Hlk176178282"/>
      <w:r w:rsidR="006D59ED" w:rsidRPr="006D59ED">
        <w:rPr>
          <w:rFonts w:ascii="Corbel" w:hAnsi="Corbel"/>
          <w:bCs/>
          <w:i/>
          <w:lang w:eastAsia="ar-SA"/>
        </w:rPr>
        <w:t>Załącznik nr 1.5 do Zarządzenia Rektora UR  nr 61/2025</w:t>
      </w:r>
    </w:p>
    <w:p w14:paraId="196519FF" w14:textId="77777777" w:rsidR="00FD32DB" w:rsidRPr="00FD32DB" w:rsidRDefault="00FD32DB" w:rsidP="00FD32DB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FD32DB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56A3173D" w14:textId="59C4EC90" w:rsidR="00FD32DB" w:rsidRPr="00FD32DB" w:rsidRDefault="00FD32DB" w:rsidP="00FD32DB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FD32DB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6D59ED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FD32DB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6D59ED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49BF6390" w14:textId="77777777" w:rsidR="00FD32DB" w:rsidRPr="00FD32DB" w:rsidRDefault="00FD32DB" w:rsidP="00FD32DB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FD32DB">
        <w:rPr>
          <w:rFonts w:ascii="Corbel" w:hAnsi="Corbel"/>
          <w:i/>
          <w:sz w:val="20"/>
          <w:szCs w:val="20"/>
          <w:lang w:eastAsia="ar-SA"/>
        </w:rPr>
        <w:t>(skrajne daty</w:t>
      </w:r>
      <w:r w:rsidRPr="00FD32DB">
        <w:rPr>
          <w:rFonts w:ascii="Corbel" w:hAnsi="Corbel"/>
          <w:sz w:val="20"/>
          <w:szCs w:val="20"/>
          <w:lang w:eastAsia="ar-SA"/>
        </w:rPr>
        <w:t>)</w:t>
      </w:r>
    </w:p>
    <w:p w14:paraId="4E5B7470" w14:textId="7511BE10" w:rsidR="00FD32DB" w:rsidRPr="00FD32DB" w:rsidRDefault="00FD32DB" w:rsidP="00FD32DB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FD32DB">
        <w:rPr>
          <w:rFonts w:ascii="Corbel" w:hAnsi="Corbel"/>
          <w:sz w:val="20"/>
          <w:szCs w:val="20"/>
          <w:lang w:eastAsia="ar-SA"/>
        </w:rPr>
        <w:t>Rok akademicki 202</w:t>
      </w:r>
      <w:r w:rsidR="006D59ED">
        <w:rPr>
          <w:rFonts w:ascii="Corbel" w:hAnsi="Corbel"/>
          <w:sz w:val="20"/>
          <w:szCs w:val="20"/>
          <w:lang w:eastAsia="ar-SA"/>
        </w:rPr>
        <w:t>5</w:t>
      </w:r>
      <w:r w:rsidRPr="00FD32DB">
        <w:rPr>
          <w:rFonts w:ascii="Corbel" w:hAnsi="Corbel"/>
          <w:sz w:val="20"/>
          <w:szCs w:val="20"/>
          <w:lang w:eastAsia="ar-SA"/>
        </w:rPr>
        <w:t>/202</w:t>
      </w:r>
      <w:r w:rsidR="006D59ED">
        <w:rPr>
          <w:rFonts w:ascii="Corbel" w:hAnsi="Corbel"/>
          <w:sz w:val="20"/>
          <w:szCs w:val="20"/>
          <w:lang w:eastAsia="ar-SA"/>
        </w:rPr>
        <w:t>6</w:t>
      </w:r>
    </w:p>
    <w:p w14:paraId="258EC076" w14:textId="77777777" w:rsidR="00FD32DB" w:rsidRPr="00FD32DB" w:rsidRDefault="00FD32DB" w:rsidP="00FD32DB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</w:p>
    <w:bookmarkEnd w:id="0"/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D0CB9" w:rsidRPr="00B169DF" w14:paraId="7B6B3F27" w14:textId="77777777" w:rsidTr="154FA8FC">
        <w:tc>
          <w:tcPr>
            <w:tcW w:w="2694" w:type="dxa"/>
            <w:vAlign w:val="center"/>
          </w:tcPr>
          <w:p w14:paraId="07010FBB" w14:textId="77777777" w:rsidR="001D0CB9" w:rsidRPr="00B169DF" w:rsidRDefault="001D0CB9" w:rsidP="001D0C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57DD081A" w:rsidR="001D0CB9" w:rsidRPr="00DF6705" w:rsidRDefault="001D0CB9" w:rsidP="154FA8FC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DF6705">
              <w:rPr>
                <w:rFonts w:ascii="Corbel" w:hAnsi="Corbel"/>
                <w:bCs/>
                <w:sz w:val="24"/>
                <w:szCs w:val="24"/>
              </w:rPr>
              <w:t>Systemy samorządu terytorialnego w Europie</w:t>
            </w:r>
            <w:r w:rsidR="01C3A955" w:rsidRPr="00DF6705">
              <w:rPr>
                <w:rFonts w:ascii="Corbel" w:hAnsi="Corbel"/>
                <w:bCs/>
                <w:sz w:val="24"/>
                <w:szCs w:val="24"/>
              </w:rPr>
              <w:t xml:space="preserve"> [BN]</w:t>
            </w:r>
          </w:p>
        </w:tc>
      </w:tr>
      <w:tr w:rsidR="001D0CB9" w:rsidRPr="00B169DF" w14:paraId="1820FF8A" w14:textId="77777777" w:rsidTr="154FA8FC">
        <w:tc>
          <w:tcPr>
            <w:tcW w:w="2694" w:type="dxa"/>
            <w:vAlign w:val="center"/>
          </w:tcPr>
          <w:p w14:paraId="5C62B05B" w14:textId="77777777" w:rsidR="001D0CB9" w:rsidRPr="00B169DF" w:rsidRDefault="001D0CB9" w:rsidP="001D0C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1147032" w14:textId="022B824E" w:rsidR="001D0CB9" w:rsidRPr="00B169DF" w:rsidRDefault="001D0CB9" w:rsidP="001D0C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2FE3">
              <w:rPr>
                <w:rFonts w:ascii="Corbel" w:hAnsi="Corbel" w:cstheme="minorHAnsi"/>
                <w:b w:val="0"/>
                <w:sz w:val="24"/>
                <w:szCs w:val="24"/>
              </w:rPr>
              <w:t>A2SO20</w:t>
            </w:r>
          </w:p>
        </w:tc>
      </w:tr>
      <w:tr w:rsidR="001D0CB9" w:rsidRPr="00B169DF" w14:paraId="4D36C4B5" w14:textId="77777777" w:rsidTr="154FA8FC">
        <w:tc>
          <w:tcPr>
            <w:tcW w:w="2694" w:type="dxa"/>
            <w:vAlign w:val="center"/>
          </w:tcPr>
          <w:p w14:paraId="44F80EA6" w14:textId="77777777" w:rsidR="001D0CB9" w:rsidRPr="00B169DF" w:rsidRDefault="001D0CB9" w:rsidP="001D0CB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B56D503" w14:textId="62F9E452" w:rsidR="001D0CB9" w:rsidRPr="00B169DF" w:rsidRDefault="006D59ED" w:rsidP="154FA8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  <w:r w:rsidR="001D0CB9" w:rsidRPr="154FA8F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1D0CB9" w:rsidRPr="00B169DF" w14:paraId="6C3038C7" w14:textId="77777777" w:rsidTr="154FA8FC">
        <w:tc>
          <w:tcPr>
            <w:tcW w:w="2694" w:type="dxa"/>
            <w:vAlign w:val="center"/>
          </w:tcPr>
          <w:p w14:paraId="49252DE4" w14:textId="77777777" w:rsidR="001D0CB9" w:rsidRPr="00B169DF" w:rsidRDefault="001D0CB9" w:rsidP="001D0C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56B5E281" w:rsidR="001D0CB9" w:rsidRPr="00B169DF" w:rsidRDefault="006D59ED" w:rsidP="154FA8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</w:t>
            </w:r>
            <w:r w:rsidR="001D0CB9" w:rsidRPr="154FA8FC">
              <w:rPr>
                <w:rFonts w:ascii="Corbel" w:hAnsi="Corbel"/>
                <w:b w:val="0"/>
                <w:sz w:val="24"/>
                <w:szCs w:val="24"/>
              </w:rPr>
              <w:t xml:space="preserve"> Prawa i Postępowania Administracyjnego</w:t>
            </w:r>
          </w:p>
        </w:tc>
      </w:tr>
      <w:tr w:rsidR="001D0CB9" w:rsidRPr="00B169DF" w14:paraId="192BD65A" w14:textId="77777777" w:rsidTr="154FA8FC">
        <w:tc>
          <w:tcPr>
            <w:tcW w:w="2694" w:type="dxa"/>
            <w:vAlign w:val="center"/>
          </w:tcPr>
          <w:p w14:paraId="10FF2062" w14:textId="77777777" w:rsidR="001D0CB9" w:rsidRPr="00B169DF" w:rsidRDefault="001D0CB9" w:rsidP="001D0C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41409E40" w:rsidR="001D0CB9" w:rsidRPr="00B169DF" w:rsidRDefault="001D0CB9" w:rsidP="001D0C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1BEE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1D0CB9" w:rsidRPr="00B169DF" w14:paraId="70304835" w14:textId="77777777" w:rsidTr="154FA8FC">
        <w:tc>
          <w:tcPr>
            <w:tcW w:w="2694" w:type="dxa"/>
            <w:vAlign w:val="center"/>
          </w:tcPr>
          <w:p w14:paraId="41CAFCB5" w14:textId="77777777" w:rsidR="001D0CB9" w:rsidRPr="00B169DF" w:rsidRDefault="001D0CB9" w:rsidP="001D0C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42C1A98C" w:rsidR="001D0CB9" w:rsidRPr="00B169DF" w:rsidRDefault="001D0CB9" w:rsidP="001D0C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1BEE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1D0CB9" w:rsidRPr="00B169DF" w14:paraId="388F3755" w14:textId="77777777" w:rsidTr="154FA8FC">
        <w:tc>
          <w:tcPr>
            <w:tcW w:w="2694" w:type="dxa"/>
            <w:vAlign w:val="center"/>
          </w:tcPr>
          <w:p w14:paraId="074F09CD" w14:textId="77777777" w:rsidR="001D0CB9" w:rsidRPr="00B169DF" w:rsidRDefault="001D0CB9" w:rsidP="001D0C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08B9D770" w:rsidR="001D0CB9" w:rsidRPr="00B169DF" w:rsidRDefault="001D0CB9" w:rsidP="001D0C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1BE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D0CB9" w:rsidRPr="00B169DF" w14:paraId="09205566" w14:textId="77777777" w:rsidTr="154FA8FC">
        <w:tc>
          <w:tcPr>
            <w:tcW w:w="2694" w:type="dxa"/>
            <w:vAlign w:val="center"/>
          </w:tcPr>
          <w:p w14:paraId="694A7C70" w14:textId="77777777" w:rsidR="001D0CB9" w:rsidRPr="00B169DF" w:rsidRDefault="001D0CB9" w:rsidP="001D0C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7DE0C6C1" w:rsidR="001D0CB9" w:rsidRPr="00B169DF" w:rsidRDefault="001D0CB9" w:rsidP="001D0C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1BE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D0CB9" w:rsidRPr="00B169DF" w14:paraId="0C05C2EC" w14:textId="77777777" w:rsidTr="154FA8FC">
        <w:tc>
          <w:tcPr>
            <w:tcW w:w="2694" w:type="dxa"/>
            <w:vAlign w:val="center"/>
          </w:tcPr>
          <w:p w14:paraId="3878DA9C" w14:textId="77777777" w:rsidR="001D0CB9" w:rsidRPr="00B169DF" w:rsidRDefault="001D0CB9" w:rsidP="001D0C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F676120" w14:textId="4D7080E9" w:rsidR="001D0CB9" w:rsidRPr="00B169DF" w:rsidRDefault="001D0CB9" w:rsidP="001D0C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/ </w:t>
            </w:r>
            <w:r w:rsidR="00E86298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1D0CB9" w:rsidRPr="00B169DF" w14:paraId="7ACCBA8E" w14:textId="77777777" w:rsidTr="154FA8FC">
        <w:tc>
          <w:tcPr>
            <w:tcW w:w="2694" w:type="dxa"/>
            <w:vAlign w:val="center"/>
          </w:tcPr>
          <w:p w14:paraId="54139759" w14:textId="77777777" w:rsidR="001D0CB9" w:rsidRPr="00B169DF" w:rsidRDefault="001D0CB9" w:rsidP="001D0C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4D5E75D4" w:rsidR="001D0CB9" w:rsidRPr="00B169DF" w:rsidRDefault="001D0CB9" w:rsidP="001D0C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1D0CB9" w:rsidRPr="00B169DF" w14:paraId="331F9495" w14:textId="77777777" w:rsidTr="154FA8FC">
        <w:tc>
          <w:tcPr>
            <w:tcW w:w="2694" w:type="dxa"/>
            <w:vAlign w:val="center"/>
          </w:tcPr>
          <w:p w14:paraId="1B1DE481" w14:textId="77777777" w:rsidR="001D0CB9" w:rsidRPr="00B169DF" w:rsidRDefault="001D0CB9" w:rsidP="001D0C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D81D7ED" w:rsidR="001D0CB9" w:rsidRPr="00B169DF" w:rsidRDefault="001D0CB9" w:rsidP="001D0C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652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D0CB9" w:rsidRPr="00B169DF" w14:paraId="339BFB5F" w14:textId="77777777" w:rsidTr="154FA8FC">
        <w:tc>
          <w:tcPr>
            <w:tcW w:w="2694" w:type="dxa"/>
            <w:vAlign w:val="center"/>
          </w:tcPr>
          <w:p w14:paraId="5D93ED52" w14:textId="77777777" w:rsidR="001D0CB9" w:rsidRPr="00B169DF" w:rsidRDefault="001D0CB9" w:rsidP="001D0C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700E3831" w:rsidR="001D0CB9" w:rsidRPr="00B169DF" w:rsidRDefault="001D0CB9" w:rsidP="001D0C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D8"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</w:p>
        </w:tc>
      </w:tr>
      <w:tr w:rsidR="001D0CB9" w:rsidRPr="00B169DF" w14:paraId="0AD0E368" w14:textId="77777777" w:rsidTr="154FA8FC">
        <w:tc>
          <w:tcPr>
            <w:tcW w:w="2694" w:type="dxa"/>
            <w:vAlign w:val="center"/>
          </w:tcPr>
          <w:p w14:paraId="020748E0" w14:textId="77777777" w:rsidR="001D0CB9" w:rsidRPr="00B169DF" w:rsidRDefault="001D0CB9" w:rsidP="001D0C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10C26C21" w:rsidR="001D0CB9" w:rsidRPr="00B169DF" w:rsidRDefault="001D0CB9" w:rsidP="001D0C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Pracownicy </w:t>
            </w:r>
            <w:r w:rsidR="00E86298">
              <w:rPr>
                <w:rFonts w:ascii="Corbel" w:hAnsi="Corbel"/>
                <w:b w:val="0"/>
                <w:sz w:val="24"/>
                <w:szCs w:val="24"/>
              </w:rPr>
              <w:t>Katedry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Prawa i Postępowania Administracyjnego zgodnie z obciążeniami</w:t>
            </w:r>
            <w:r w:rsidR="006579B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0AB0B6F8" w14:textId="77777777" w:rsidR="0085747A" w:rsidRPr="00B169DF" w:rsidRDefault="0085747A" w:rsidP="00437872">
      <w:pPr>
        <w:pStyle w:val="Podpunkty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6864C1D8" w14:textId="77777777" w:rsidR="00437872" w:rsidRDefault="00437872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09AEF041" w14:textId="7CB289FE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959"/>
      </w:tblGrid>
      <w:tr w:rsidR="00015B8F" w:rsidRPr="00B169DF" w14:paraId="30AA7A12" w14:textId="77777777" w:rsidTr="154FA8FC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12EDD457" w:rsidP="154FA8FC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154FA8FC">
              <w:rPr>
                <w:rFonts w:ascii="Corbel" w:hAnsi="Corbel"/>
              </w:rPr>
              <w:t>Wykł</w:t>
            </w:r>
            <w:proofErr w:type="spellEnd"/>
            <w:r w:rsidRPr="154FA8FC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12EDD457" w:rsidP="154FA8FC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154FA8FC">
              <w:rPr>
                <w:rFonts w:ascii="Corbel" w:hAnsi="Corbel"/>
              </w:rPr>
              <w:t>Konw</w:t>
            </w:r>
            <w:proofErr w:type="spellEnd"/>
            <w:r w:rsidRPr="154FA8FC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12EDD457" w:rsidP="154FA8FC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154FA8FC">
              <w:rPr>
                <w:rFonts w:ascii="Corbel" w:hAnsi="Corbel"/>
              </w:rPr>
              <w:t>Sem</w:t>
            </w:r>
            <w:proofErr w:type="spellEnd"/>
            <w:r w:rsidRPr="154FA8FC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12EDD457" w:rsidP="154FA8FC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154FA8FC">
              <w:rPr>
                <w:rFonts w:ascii="Corbel" w:hAnsi="Corbel"/>
              </w:rPr>
              <w:t>Prakt</w:t>
            </w:r>
            <w:proofErr w:type="spellEnd"/>
            <w:r w:rsidRPr="154FA8FC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154FA8FC">
        <w:trPr>
          <w:trHeight w:val="4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624" w14:textId="2A32A8B7" w:rsidR="00015B8F" w:rsidRPr="00B169DF" w:rsidRDefault="001D0CB9" w:rsidP="154FA8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54FA8FC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154FA8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154FA8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4E96E361" w:rsidR="00015B8F" w:rsidRPr="00B169DF" w:rsidRDefault="001D0CB9" w:rsidP="154FA8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54FA8F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154FA8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154FA8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154FA8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154FA8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154FA8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0D9DEB77" w:rsidR="00015B8F" w:rsidRPr="00B169DF" w:rsidRDefault="001D0CB9" w:rsidP="154FA8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54FA8F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62C83351" w:rsidR="0085747A" w:rsidRPr="00B169DF" w:rsidRDefault="0043787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009FC">
        <w:rPr>
          <w:rFonts w:ascii="Corbel" w:eastAsia="MS Gothic" w:hAnsi="MS Gothic" w:cs="MS Gothic" w:hint="eastAsia"/>
          <w:b w:val="0"/>
          <w:szCs w:val="24"/>
        </w:rPr>
        <w:t>☒</w:t>
      </w:r>
      <w:r w:rsidR="000D7FC8"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85747A" w:rsidRPr="001D0CB9">
        <w:rPr>
          <w:rFonts w:ascii="Corbel" w:hAnsi="Corbel"/>
          <w:bCs/>
          <w:smallCaps w:val="0"/>
          <w:szCs w:val="24"/>
          <w:u w:val="single"/>
        </w:rPr>
        <w:t>zajęcia w formie tradycyjnej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37872">
        <w:rPr>
          <w:rFonts w:ascii="Segoe UI Symbol" w:eastAsia="MS Gothic" w:hAnsi="Segoe UI Symbol" w:cs="Segoe UI Symbol"/>
          <w:b w:val="0"/>
          <w:sz w:val="28"/>
          <w:szCs w:val="28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1D0CB9">
        <w:rPr>
          <w:rFonts w:ascii="Corbel" w:hAnsi="Corbel"/>
          <w:bCs/>
          <w:smallCaps w:val="0"/>
          <w:szCs w:val="24"/>
          <w:u w:val="single"/>
        </w:rPr>
        <w:t>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462E12D0" w:rsidR="00E22FBC" w:rsidRDefault="00E22FBC" w:rsidP="154FA8F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154FA8FC">
        <w:rPr>
          <w:rFonts w:ascii="Corbel" w:hAnsi="Corbel"/>
          <w:smallCaps w:val="0"/>
        </w:rPr>
        <w:t xml:space="preserve">1.3 </w:t>
      </w:r>
      <w:r>
        <w:tab/>
      </w:r>
      <w:r w:rsidRPr="154FA8FC">
        <w:rPr>
          <w:rFonts w:ascii="Corbel" w:hAnsi="Corbel"/>
          <w:smallCaps w:val="0"/>
        </w:rPr>
        <w:t>For</w:t>
      </w:r>
      <w:r w:rsidR="00445970" w:rsidRPr="154FA8FC">
        <w:rPr>
          <w:rFonts w:ascii="Corbel" w:hAnsi="Corbel"/>
          <w:smallCaps w:val="0"/>
        </w:rPr>
        <w:t xml:space="preserve">ma zaliczenia przedmiotu </w:t>
      </w:r>
      <w:r w:rsidRPr="154FA8FC">
        <w:rPr>
          <w:rFonts w:ascii="Corbel" w:hAnsi="Corbel"/>
          <w:smallCaps w:val="0"/>
        </w:rPr>
        <w:t xml:space="preserve">(z toku) </w:t>
      </w:r>
      <w:r w:rsidRPr="154FA8FC">
        <w:rPr>
          <w:rFonts w:ascii="Corbel" w:hAnsi="Corbel"/>
          <w:b w:val="0"/>
          <w:smallCaps w:val="0"/>
        </w:rPr>
        <w:t>(egzamin, zaliczenie z oceną, zaliczenie bez oceny)</w:t>
      </w:r>
    </w:p>
    <w:p w14:paraId="0FAAFE54" w14:textId="77777777" w:rsidR="001D0CB9" w:rsidRDefault="001D0CB9" w:rsidP="001D0CB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1FC8D7DB" w14:textId="4C310574" w:rsidR="001D0CB9" w:rsidRPr="005A44BB" w:rsidRDefault="001D0CB9" w:rsidP="001D0CB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5A44BB">
        <w:rPr>
          <w:rFonts w:ascii="Corbel" w:hAnsi="Corbel"/>
          <w:b w:val="0"/>
          <w:smallCaps w:val="0"/>
          <w:szCs w:val="24"/>
        </w:rPr>
        <w:t>Zaliczenie z oceną w formie pisemnej lub ustnej.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154FA8FC">
        <w:rPr>
          <w:rFonts w:ascii="Corbel" w:hAnsi="Corbel"/>
        </w:rPr>
        <w:t xml:space="preserve">2.Wymagania wstępne </w:t>
      </w:r>
    </w:p>
    <w:p w14:paraId="3E1CD1E4" w14:textId="7D69B5FA" w:rsidR="154FA8FC" w:rsidRDefault="154FA8FC" w:rsidP="154FA8FC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154FA8FC">
        <w:tc>
          <w:tcPr>
            <w:tcW w:w="9670" w:type="dxa"/>
          </w:tcPr>
          <w:p w14:paraId="1BB8AE6C" w14:textId="75C7D163" w:rsidR="0085747A" w:rsidRPr="00B169DF" w:rsidRDefault="001D0CB9" w:rsidP="154FA8F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154FA8FC">
              <w:rPr>
                <w:rFonts w:ascii="Corbel" w:hAnsi="Corbel"/>
                <w:b w:val="0"/>
                <w:smallCaps w:val="0"/>
                <w:color w:val="000000" w:themeColor="text1"/>
              </w:rPr>
              <w:t>Znajomość podstawowych zagadnień z zakresu prawa administracyjnego.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654B3F" w14:textId="371175DE" w:rsidR="154FA8FC" w:rsidRDefault="154FA8FC">
      <w:r>
        <w:br w:type="page"/>
      </w:r>
    </w:p>
    <w:p w14:paraId="25F38AC3" w14:textId="56593318" w:rsidR="0085747A" w:rsidRPr="00B169DF" w:rsidRDefault="0071620A" w:rsidP="154FA8FC">
      <w:pPr>
        <w:pStyle w:val="Punktygwne"/>
        <w:spacing w:before="0" w:after="0"/>
        <w:rPr>
          <w:rFonts w:ascii="Corbel" w:hAnsi="Corbel"/>
        </w:rPr>
      </w:pPr>
      <w:r w:rsidRPr="154FA8FC">
        <w:rPr>
          <w:rFonts w:ascii="Corbel" w:hAnsi="Corbel"/>
        </w:rPr>
        <w:lastRenderedPageBreak/>
        <w:t>3.</w:t>
      </w:r>
      <w:r w:rsidR="0085747A" w:rsidRPr="154FA8FC">
        <w:rPr>
          <w:rFonts w:ascii="Corbel" w:hAnsi="Corbel"/>
        </w:rPr>
        <w:t xml:space="preserve"> </w:t>
      </w:r>
      <w:r w:rsidR="00A84C85" w:rsidRPr="154FA8FC">
        <w:rPr>
          <w:rFonts w:ascii="Corbel" w:hAnsi="Corbel"/>
        </w:rPr>
        <w:t>cele, efekty uczenia się</w:t>
      </w:r>
      <w:r w:rsidR="0085747A" w:rsidRPr="154FA8FC">
        <w:rPr>
          <w:rFonts w:ascii="Corbel" w:hAnsi="Corbel"/>
        </w:rPr>
        <w:t>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3370B0D4" w14:textId="77777777" w:rsidTr="00E7314E">
        <w:tc>
          <w:tcPr>
            <w:tcW w:w="843" w:type="dxa"/>
            <w:vAlign w:val="center"/>
          </w:tcPr>
          <w:p w14:paraId="14E4A467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83C030" w14:textId="1C7903E3" w:rsidR="0085747A" w:rsidRPr="00B169DF" w:rsidRDefault="001D0CB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E3D35">
              <w:rPr>
                <w:rFonts w:ascii="Corbel" w:hAnsi="Corbel"/>
                <w:b w:val="0"/>
                <w:sz w:val="24"/>
                <w:szCs w:val="24"/>
              </w:rPr>
              <w:t>Zdobycie i usystematyzowanie szczegółowej wiedzy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funkcjonowania</w:t>
            </w:r>
            <w:r w:rsidRPr="00AE3D3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systemów</w:t>
            </w:r>
            <w:r w:rsidRPr="00AE3D35">
              <w:rPr>
                <w:rFonts w:ascii="Corbel" w:hAnsi="Corbel"/>
                <w:b w:val="0"/>
                <w:sz w:val="24"/>
                <w:szCs w:val="24"/>
              </w:rPr>
              <w:t xml:space="preserve"> samorządu terytorialnego w Europie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B169DF" w14:paraId="13985E3C" w14:textId="77777777" w:rsidTr="154FA8FC">
        <w:tc>
          <w:tcPr>
            <w:tcW w:w="1679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AB2AB52" w14:textId="77777777" w:rsidTr="154FA8FC">
        <w:tc>
          <w:tcPr>
            <w:tcW w:w="1679" w:type="dxa"/>
          </w:tcPr>
          <w:p w14:paraId="5763DB7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CE762DC" w14:textId="79D712F7" w:rsidR="0085747A" w:rsidRPr="00B169DF" w:rsidRDefault="00B93981" w:rsidP="154FA8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FA8FC">
              <w:rPr>
                <w:rFonts w:ascii="Corbel" w:hAnsi="Corbel"/>
                <w:b w:val="0"/>
                <w:smallCaps w:val="0"/>
              </w:rPr>
              <w:t>Definiuje pojęcie samorządu terytorialnego, zna genezę i istotę samorządu terytorialnego, ma wiedzę w zakresie zadań realizowanych przez jednostki samorządu terytorialnego.</w:t>
            </w:r>
          </w:p>
        </w:tc>
        <w:tc>
          <w:tcPr>
            <w:tcW w:w="1865" w:type="dxa"/>
          </w:tcPr>
          <w:p w14:paraId="43C86AB6" w14:textId="66C4D6FF" w:rsidR="0085747A" w:rsidRPr="00B169DF" w:rsidRDefault="00B939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82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65227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B169DF" w14:paraId="0743ADBC" w14:textId="77777777" w:rsidTr="154FA8FC">
        <w:tc>
          <w:tcPr>
            <w:tcW w:w="1679" w:type="dxa"/>
          </w:tcPr>
          <w:p w14:paraId="3363558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04D44BA6" w14:textId="6046397D" w:rsidR="0085747A" w:rsidRPr="00B169DF" w:rsidRDefault="00B93981" w:rsidP="00B93981">
            <w:pPr>
              <w:pStyle w:val="Punktygwne"/>
              <w:tabs>
                <w:tab w:val="left" w:pos="1098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Pr="00EE74B9">
              <w:rPr>
                <w:rFonts w:ascii="Corbel" w:hAnsi="Corbel"/>
                <w:b w:val="0"/>
                <w:smallCaps w:val="0"/>
                <w:szCs w:val="24"/>
              </w:rPr>
              <w:t xml:space="preserve"> wiedzę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74B9">
              <w:rPr>
                <w:rFonts w:ascii="Corbel" w:hAnsi="Corbel"/>
                <w:b w:val="0"/>
                <w:smallCaps w:val="0"/>
                <w:szCs w:val="24"/>
              </w:rPr>
              <w:t>przedm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iocie struktury organizacyjnej </w:t>
            </w:r>
            <w:r w:rsidRPr="00EE74B9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instytucji powiązanych </w:t>
            </w:r>
            <w:r w:rsidRPr="00EE74B9">
              <w:rPr>
                <w:rFonts w:ascii="Corbel" w:hAnsi="Corbel"/>
                <w:b w:val="0"/>
                <w:smallCaps w:val="0"/>
                <w:szCs w:val="24"/>
              </w:rPr>
              <w:t>z samorządem terytorialnym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</w:t>
            </w:r>
            <w:r w:rsidRPr="00EE74B9">
              <w:rPr>
                <w:rFonts w:ascii="Corbel" w:hAnsi="Corbel"/>
                <w:b w:val="0"/>
                <w:smallCaps w:val="0"/>
                <w:szCs w:val="24"/>
              </w:rPr>
              <w:t>otrafi omówić ustrój i zasady fun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kcjonowania jednostek samorządu </w:t>
            </w:r>
            <w:r w:rsidRPr="00EE74B9">
              <w:rPr>
                <w:rFonts w:ascii="Corbel" w:hAnsi="Corbel"/>
                <w:b w:val="0"/>
                <w:smallCaps w:val="0"/>
                <w:szCs w:val="24"/>
              </w:rPr>
              <w:t>terytori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alnego poszczególnych szczebli.</w:t>
            </w:r>
          </w:p>
        </w:tc>
        <w:tc>
          <w:tcPr>
            <w:tcW w:w="1865" w:type="dxa"/>
          </w:tcPr>
          <w:p w14:paraId="5F66D69A" w14:textId="1979347C" w:rsidR="0085747A" w:rsidRPr="00B169DF" w:rsidRDefault="00B939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22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65227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B169DF" w14:paraId="2AA74C64" w14:textId="77777777" w:rsidTr="154FA8FC">
        <w:tc>
          <w:tcPr>
            <w:tcW w:w="1679" w:type="dxa"/>
          </w:tcPr>
          <w:p w14:paraId="4A6CCC54" w14:textId="21B839C5" w:rsidR="0085747A" w:rsidRPr="00B169DF" w:rsidRDefault="00B939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69B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AE793D9" w14:textId="3D70DB79" w:rsidR="0085747A" w:rsidRPr="00B169DF" w:rsidRDefault="00B93981" w:rsidP="154FA8FC">
            <w:pPr>
              <w:pStyle w:val="Punktygwne"/>
              <w:tabs>
                <w:tab w:val="left" w:pos="1697"/>
              </w:tabs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FA8FC">
              <w:rPr>
                <w:rFonts w:ascii="Corbel" w:hAnsi="Corbel"/>
                <w:b w:val="0"/>
                <w:smallCaps w:val="0"/>
              </w:rPr>
              <w:t>Zna podstawowe zagadnienia dotyczące funkcjonowania samorządu terytorialnego w wybranych państwach europejskich oraz europejskie i międzynarodowe przepisy prawa odnoszące się do samorządu terytorialnego.</w:t>
            </w:r>
          </w:p>
        </w:tc>
        <w:tc>
          <w:tcPr>
            <w:tcW w:w="1865" w:type="dxa"/>
          </w:tcPr>
          <w:p w14:paraId="311FC3CD" w14:textId="60A2FE54" w:rsidR="0085747A" w:rsidRPr="00B169DF" w:rsidRDefault="00B939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227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6522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65227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B93981" w:rsidRPr="00B169DF" w14:paraId="4349B3EE" w14:textId="77777777" w:rsidTr="154FA8FC">
        <w:tc>
          <w:tcPr>
            <w:tcW w:w="1679" w:type="dxa"/>
          </w:tcPr>
          <w:p w14:paraId="570D847F" w14:textId="4DE0CC1D" w:rsidR="00B93981" w:rsidRPr="005069B1" w:rsidRDefault="00B939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69B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3CA0DA3F" w14:textId="4242462C" w:rsidR="00B93981" w:rsidRPr="00B169DF" w:rsidRDefault="00B939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EE74B9">
              <w:rPr>
                <w:rFonts w:ascii="Corbel" w:hAnsi="Corbel"/>
                <w:b w:val="0"/>
                <w:smallCaps w:val="0"/>
                <w:szCs w:val="24"/>
              </w:rPr>
              <w:t>ozróżnia i potrafi scha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rakteryzować systemy państwowe </w:t>
            </w:r>
            <w:r w:rsidRPr="00EE74B9">
              <w:rPr>
                <w:rFonts w:ascii="Corbel" w:hAnsi="Corbel"/>
                <w:b w:val="0"/>
                <w:smallCaps w:val="0"/>
                <w:szCs w:val="24"/>
              </w:rPr>
              <w:t>unitarny, regionalny, federalny - pod kątem funkcjon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owania samorządu terytorialnego.</w:t>
            </w:r>
          </w:p>
        </w:tc>
        <w:tc>
          <w:tcPr>
            <w:tcW w:w="1865" w:type="dxa"/>
          </w:tcPr>
          <w:p w14:paraId="01E18220" w14:textId="112E156E" w:rsidR="00B93981" w:rsidRPr="00B169DF" w:rsidRDefault="00B939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227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B93981" w:rsidRPr="00B169DF" w14:paraId="77712AB1" w14:textId="77777777" w:rsidTr="154FA8FC">
        <w:tc>
          <w:tcPr>
            <w:tcW w:w="1679" w:type="dxa"/>
          </w:tcPr>
          <w:p w14:paraId="4E57B2D8" w14:textId="1A8938C8" w:rsidR="00B93981" w:rsidRPr="005069B1" w:rsidRDefault="00B93981" w:rsidP="00B939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69B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1574D98B" w14:textId="0AB100B9" w:rsidR="00B93981" w:rsidRPr="00B169DF" w:rsidRDefault="00B93981" w:rsidP="00B93981">
            <w:pPr>
              <w:pStyle w:val="Punktygwne"/>
              <w:tabs>
                <w:tab w:val="left" w:pos="1297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227">
              <w:rPr>
                <w:rFonts w:ascii="Corbel" w:hAnsi="Corbel"/>
                <w:b w:val="0"/>
                <w:smallCaps w:val="0"/>
                <w:szCs w:val="24"/>
              </w:rPr>
              <w:t>Prezentuje umiejętnoś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 wykorzystania zdobytej wiedzy, p</w:t>
            </w:r>
            <w:r w:rsidRPr="00964927">
              <w:rPr>
                <w:rFonts w:ascii="Corbel" w:hAnsi="Corbel"/>
                <w:b w:val="0"/>
                <w:smallCaps w:val="0"/>
                <w:szCs w:val="24"/>
              </w:rPr>
              <w:t>otrafi porównać krajowy system prawa lokalnego z wybranym systemem spośród omawianych państw europejskich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ECA7181" w14:textId="48E8FA24" w:rsidR="00B93981" w:rsidRPr="00B169DF" w:rsidRDefault="00B93981" w:rsidP="00B939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227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B93981" w:rsidRPr="00B169DF" w14:paraId="05C4ECAF" w14:textId="77777777" w:rsidTr="154FA8FC">
        <w:tc>
          <w:tcPr>
            <w:tcW w:w="1679" w:type="dxa"/>
          </w:tcPr>
          <w:p w14:paraId="70F2E9ED" w14:textId="09877B3C" w:rsidR="00B93981" w:rsidRPr="005069B1" w:rsidRDefault="00B93981" w:rsidP="00B939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69B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320526D4" w14:textId="02977212" w:rsidR="00B93981" w:rsidRPr="00B169DF" w:rsidRDefault="00B93981" w:rsidP="00B939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2666">
              <w:rPr>
                <w:rFonts w:ascii="Corbel" w:hAnsi="Corbel"/>
                <w:b w:val="0"/>
                <w:smallCaps w:val="0"/>
                <w:szCs w:val="24"/>
              </w:rPr>
              <w:t xml:space="preserve">Podnosi i uzupełnia zdobytą wiedzę i umiejętności oraz dostrzega i rozwiązuje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podstawowe problemy związane z funkcjonowaniem samorządu terytorialnego oraz z</w:t>
            </w:r>
            <w:r w:rsidRPr="00D322E5">
              <w:rPr>
                <w:rFonts w:ascii="Corbel" w:hAnsi="Corbel"/>
                <w:b w:val="0"/>
                <w:smallCaps w:val="0"/>
                <w:szCs w:val="24"/>
              </w:rPr>
              <w:t>na formy współdziałania jednostek samorządu terytorialnego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322E5">
              <w:rPr>
                <w:rFonts w:ascii="Corbel" w:hAnsi="Corbel"/>
                <w:b w:val="0"/>
                <w:smallCaps w:val="0"/>
                <w:szCs w:val="24"/>
              </w:rPr>
              <w:t>płaszczyź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międzynarodowej.</w:t>
            </w:r>
          </w:p>
        </w:tc>
        <w:tc>
          <w:tcPr>
            <w:tcW w:w="1865" w:type="dxa"/>
          </w:tcPr>
          <w:p w14:paraId="0AAF6511" w14:textId="6C26B1AB" w:rsidR="00B93981" w:rsidRPr="00B169DF" w:rsidRDefault="00B93981" w:rsidP="00B939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2666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F2666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F2666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4FE5A4" w14:textId="77777777" w:rsidTr="154FA8FC">
        <w:tc>
          <w:tcPr>
            <w:tcW w:w="9639" w:type="dxa"/>
          </w:tcPr>
          <w:p w14:paraId="7424BC1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B5344AE" w14:textId="77777777" w:rsidTr="154FA8FC">
        <w:tc>
          <w:tcPr>
            <w:tcW w:w="9639" w:type="dxa"/>
          </w:tcPr>
          <w:p w14:paraId="54299C05" w14:textId="747942C3" w:rsidR="0085747A" w:rsidRPr="00B169DF" w:rsidRDefault="19546AB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154FA8FC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18093D" w14:textId="77777777" w:rsidR="00D66D26" w:rsidRDefault="00D66D26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p w14:paraId="0FC793A6" w14:textId="258B67C0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931B5AE" w14:textId="77777777" w:rsidTr="154FA8FC">
        <w:tc>
          <w:tcPr>
            <w:tcW w:w="9520" w:type="dxa"/>
          </w:tcPr>
          <w:p w14:paraId="72DFA7B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0742F29" w14:textId="77777777" w:rsidTr="154FA8FC">
        <w:tc>
          <w:tcPr>
            <w:tcW w:w="9520" w:type="dxa"/>
          </w:tcPr>
          <w:p w14:paraId="53138F7A" w14:textId="45C6698F" w:rsidR="0085747A" w:rsidRPr="00B169DF" w:rsidRDefault="00B939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42E2">
              <w:rPr>
                <w:rFonts w:ascii="Corbel" w:hAnsi="Corbel"/>
                <w:sz w:val="24"/>
                <w:szCs w:val="24"/>
              </w:rPr>
              <w:t>Geneza i ewolucja samorządu terytorialnego</w:t>
            </w:r>
          </w:p>
        </w:tc>
      </w:tr>
      <w:tr w:rsidR="0085747A" w:rsidRPr="00B169DF" w14:paraId="24A0F721" w14:textId="77777777" w:rsidTr="154FA8FC">
        <w:tc>
          <w:tcPr>
            <w:tcW w:w="9520" w:type="dxa"/>
          </w:tcPr>
          <w:p w14:paraId="74420AB0" w14:textId="7F10BA4A" w:rsidR="0085747A" w:rsidRPr="00B169DF" w:rsidRDefault="00B93981" w:rsidP="00B93981">
            <w:pPr>
              <w:pStyle w:val="Akapitzlist"/>
              <w:tabs>
                <w:tab w:val="left" w:pos="319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09E">
              <w:rPr>
                <w:rFonts w:ascii="Corbel" w:hAnsi="Corbel"/>
                <w:sz w:val="24"/>
                <w:szCs w:val="24"/>
              </w:rPr>
              <w:t>Pojęcie i istota samorządu terytorialnego w Europie</w:t>
            </w:r>
          </w:p>
        </w:tc>
      </w:tr>
      <w:tr w:rsidR="0085747A" w:rsidRPr="00B169DF" w14:paraId="71410136" w14:textId="77777777" w:rsidTr="154FA8FC">
        <w:tc>
          <w:tcPr>
            <w:tcW w:w="9520" w:type="dxa"/>
          </w:tcPr>
          <w:p w14:paraId="4E3563C3" w14:textId="4DEB7245" w:rsidR="0085747A" w:rsidRPr="00B169DF" w:rsidRDefault="00B93981" w:rsidP="00B93981">
            <w:pPr>
              <w:pStyle w:val="Akapitzlist"/>
              <w:tabs>
                <w:tab w:val="left" w:pos="1297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3DEB">
              <w:rPr>
                <w:rFonts w:ascii="Corbel" w:hAnsi="Corbel"/>
                <w:sz w:val="24"/>
                <w:szCs w:val="24"/>
              </w:rPr>
              <w:t>Po</w:t>
            </w:r>
            <w:r>
              <w:rPr>
                <w:rFonts w:ascii="Corbel" w:hAnsi="Corbel"/>
                <w:sz w:val="24"/>
                <w:szCs w:val="24"/>
              </w:rPr>
              <w:t>dział państw europejskich</w:t>
            </w:r>
            <w:r w:rsidRPr="00C63DEB">
              <w:rPr>
                <w:rFonts w:ascii="Corbel" w:hAnsi="Corbel"/>
                <w:sz w:val="24"/>
                <w:szCs w:val="24"/>
              </w:rPr>
              <w:t xml:space="preserve"> ze względu</w:t>
            </w:r>
            <w:r>
              <w:rPr>
                <w:rFonts w:ascii="Corbel" w:hAnsi="Corbel"/>
                <w:sz w:val="24"/>
                <w:szCs w:val="24"/>
              </w:rPr>
              <w:t xml:space="preserve"> na stopień ich decentralizacji</w:t>
            </w:r>
          </w:p>
        </w:tc>
      </w:tr>
      <w:tr w:rsidR="00B93981" w:rsidRPr="00B169DF" w14:paraId="6E4456B2" w14:textId="77777777" w:rsidTr="154FA8FC">
        <w:tc>
          <w:tcPr>
            <w:tcW w:w="9520" w:type="dxa"/>
          </w:tcPr>
          <w:p w14:paraId="76491F57" w14:textId="2D0607E8" w:rsidR="00B93981" w:rsidRPr="00C63DEB" w:rsidRDefault="00B93981" w:rsidP="00B93981">
            <w:pPr>
              <w:pStyle w:val="Akapitzlist"/>
              <w:tabs>
                <w:tab w:val="left" w:pos="108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3A68">
              <w:rPr>
                <w:rFonts w:ascii="Corbel" w:hAnsi="Corbel"/>
                <w:sz w:val="24"/>
                <w:szCs w:val="24"/>
              </w:rPr>
              <w:t>Samorząd terytorialny w</w:t>
            </w:r>
            <w:r>
              <w:rPr>
                <w:rFonts w:ascii="Corbel" w:hAnsi="Corbel"/>
                <w:sz w:val="24"/>
                <w:szCs w:val="24"/>
              </w:rPr>
              <w:t xml:space="preserve"> europejskich</w:t>
            </w:r>
            <w:r w:rsidRPr="00E13A68">
              <w:rPr>
                <w:rFonts w:ascii="Corbel" w:hAnsi="Corbel"/>
                <w:sz w:val="24"/>
                <w:szCs w:val="24"/>
              </w:rPr>
              <w:t xml:space="preserve"> państwach unitarnych</w:t>
            </w:r>
          </w:p>
        </w:tc>
      </w:tr>
      <w:tr w:rsidR="00B93981" w:rsidRPr="00B169DF" w14:paraId="7DC4182B" w14:textId="77777777" w:rsidTr="154FA8FC">
        <w:tc>
          <w:tcPr>
            <w:tcW w:w="9520" w:type="dxa"/>
          </w:tcPr>
          <w:p w14:paraId="0BEC27EB" w14:textId="5FC1D69E" w:rsidR="00B93981" w:rsidRPr="00C63DEB" w:rsidRDefault="00B93981" w:rsidP="00B93981">
            <w:pPr>
              <w:pStyle w:val="Akapitzlist"/>
              <w:tabs>
                <w:tab w:val="left" w:pos="1297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3A68">
              <w:rPr>
                <w:rFonts w:ascii="Corbel" w:hAnsi="Corbel"/>
                <w:sz w:val="24"/>
                <w:szCs w:val="24"/>
              </w:rPr>
              <w:t>Samorząd terytorialny w</w:t>
            </w:r>
            <w:r>
              <w:rPr>
                <w:rFonts w:ascii="Corbel" w:hAnsi="Corbel"/>
                <w:sz w:val="24"/>
                <w:szCs w:val="24"/>
              </w:rPr>
              <w:t xml:space="preserve"> europejskich</w:t>
            </w:r>
            <w:r w:rsidRPr="00E13A68">
              <w:rPr>
                <w:rFonts w:ascii="Corbel" w:hAnsi="Corbel"/>
                <w:sz w:val="24"/>
                <w:szCs w:val="24"/>
              </w:rPr>
              <w:t xml:space="preserve"> państwach regionalnych</w:t>
            </w:r>
          </w:p>
        </w:tc>
      </w:tr>
      <w:tr w:rsidR="00B93981" w:rsidRPr="00B169DF" w14:paraId="102EC700" w14:textId="77777777" w:rsidTr="154FA8FC">
        <w:tc>
          <w:tcPr>
            <w:tcW w:w="9520" w:type="dxa"/>
          </w:tcPr>
          <w:p w14:paraId="3D58BBF0" w14:textId="16E156CC" w:rsidR="00B93981" w:rsidRPr="00C63DEB" w:rsidRDefault="00B93981" w:rsidP="00B93981">
            <w:pPr>
              <w:pStyle w:val="Akapitzlist"/>
              <w:tabs>
                <w:tab w:val="left" w:pos="3293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3A68">
              <w:rPr>
                <w:rFonts w:ascii="Corbel" w:hAnsi="Corbel"/>
                <w:sz w:val="24"/>
                <w:szCs w:val="24"/>
              </w:rPr>
              <w:t>Samorząd terytorialny w</w:t>
            </w:r>
            <w:r>
              <w:rPr>
                <w:rFonts w:ascii="Corbel" w:hAnsi="Corbel"/>
                <w:sz w:val="24"/>
                <w:szCs w:val="24"/>
              </w:rPr>
              <w:t xml:space="preserve"> europejskich</w:t>
            </w:r>
            <w:r w:rsidRPr="00E13A68">
              <w:rPr>
                <w:rFonts w:ascii="Corbel" w:hAnsi="Corbel"/>
                <w:sz w:val="24"/>
                <w:szCs w:val="24"/>
              </w:rPr>
              <w:t xml:space="preserve"> państwach federalnych</w:t>
            </w:r>
          </w:p>
        </w:tc>
      </w:tr>
      <w:tr w:rsidR="00B93981" w:rsidRPr="00B169DF" w14:paraId="141F9815" w14:textId="77777777" w:rsidTr="154FA8FC">
        <w:tc>
          <w:tcPr>
            <w:tcW w:w="9520" w:type="dxa"/>
          </w:tcPr>
          <w:p w14:paraId="66F65B75" w14:textId="6CB6590E" w:rsidR="00B93981" w:rsidRPr="00E13A68" w:rsidRDefault="00B93981" w:rsidP="00B93981">
            <w:pPr>
              <w:pStyle w:val="Akapitzlist"/>
              <w:tabs>
                <w:tab w:val="left" w:pos="1796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Gminy, powiaty i w</w:t>
            </w:r>
            <w:r w:rsidRPr="004442E2">
              <w:rPr>
                <w:rFonts w:ascii="Corbel" w:hAnsi="Corbel"/>
                <w:sz w:val="24"/>
                <w:szCs w:val="24"/>
              </w:rPr>
              <w:t xml:space="preserve">ojewództwa na </w:t>
            </w:r>
            <w:r>
              <w:rPr>
                <w:rFonts w:ascii="Corbel" w:hAnsi="Corbel"/>
                <w:sz w:val="24"/>
                <w:szCs w:val="24"/>
              </w:rPr>
              <w:t>tle ich odpowiedników w Europie</w:t>
            </w:r>
          </w:p>
        </w:tc>
      </w:tr>
      <w:tr w:rsidR="00B93981" w:rsidRPr="00B169DF" w14:paraId="12390642" w14:textId="77777777" w:rsidTr="154FA8FC">
        <w:tc>
          <w:tcPr>
            <w:tcW w:w="9520" w:type="dxa"/>
          </w:tcPr>
          <w:p w14:paraId="0FA39933" w14:textId="6A2C6220" w:rsidR="00B93981" w:rsidRDefault="00B93981" w:rsidP="00B93981">
            <w:pPr>
              <w:pStyle w:val="Akapitzlist"/>
              <w:tabs>
                <w:tab w:val="left" w:pos="1796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54FA8FC">
              <w:rPr>
                <w:rFonts w:ascii="Corbel" w:hAnsi="Corbel"/>
                <w:sz w:val="24"/>
                <w:szCs w:val="24"/>
              </w:rPr>
              <w:t>Współpraca międzynarodowa samorządów terytorialnych - geneza i kształt współczesny</w:t>
            </w:r>
          </w:p>
        </w:tc>
      </w:tr>
      <w:tr w:rsidR="00B93981" w:rsidRPr="00B169DF" w14:paraId="20271A96" w14:textId="77777777" w:rsidTr="154FA8FC">
        <w:tc>
          <w:tcPr>
            <w:tcW w:w="9520" w:type="dxa"/>
          </w:tcPr>
          <w:p w14:paraId="574F817A" w14:textId="251E4ADA" w:rsidR="00B93981" w:rsidRPr="00E13A68" w:rsidRDefault="00B93981" w:rsidP="00B93981">
            <w:pPr>
              <w:pStyle w:val="Akapitzlist"/>
              <w:tabs>
                <w:tab w:val="left" w:pos="3436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3A68">
              <w:rPr>
                <w:rFonts w:ascii="Corbel" w:hAnsi="Corbel"/>
                <w:sz w:val="24"/>
                <w:szCs w:val="24"/>
              </w:rPr>
              <w:t>Ogólnoeuropejskie instytucje samorządów terytorialnych</w:t>
            </w:r>
          </w:p>
        </w:tc>
      </w:tr>
      <w:tr w:rsidR="00B93981" w:rsidRPr="00B169DF" w14:paraId="3E3B1114" w14:textId="77777777" w:rsidTr="154FA8FC">
        <w:tc>
          <w:tcPr>
            <w:tcW w:w="9520" w:type="dxa"/>
          </w:tcPr>
          <w:p w14:paraId="6E4A94CB" w14:textId="57684FB7" w:rsidR="00B93981" w:rsidRPr="00E13A68" w:rsidRDefault="00B93981" w:rsidP="00B93981">
            <w:pPr>
              <w:pStyle w:val="Akapitzlist"/>
              <w:tabs>
                <w:tab w:val="left" w:pos="2196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28BB">
              <w:rPr>
                <w:rFonts w:ascii="Corbel" w:hAnsi="Corbel"/>
                <w:sz w:val="24"/>
                <w:szCs w:val="24"/>
              </w:rPr>
              <w:t>Miejsce i rola samorządu terytorialnego w instytucjach Unii</w:t>
            </w:r>
            <w:r>
              <w:rPr>
                <w:rFonts w:ascii="Corbel" w:hAnsi="Corbel"/>
                <w:sz w:val="24"/>
                <w:szCs w:val="24"/>
              </w:rPr>
              <w:t xml:space="preserve"> Europejskiej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A0D01D" w14:textId="77777777" w:rsidR="00B93981" w:rsidRPr="00964927" w:rsidRDefault="00B93981" w:rsidP="00B93981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  <w:r w:rsidRPr="00964927">
        <w:rPr>
          <w:rFonts w:ascii="Corbel" w:hAnsi="Corbel" w:cs="Corbel"/>
          <w:b w:val="0"/>
          <w:smallCaps w:val="0"/>
          <w:szCs w:val="24"/>
        </w:rPr>
        <w:t>Analiza tekstów aktów prawnych z dyskusją, praca w grupach, rozwiązywanie kazusów, dyskusja.</w:t>
      </w: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154FA8FC">
        <w:tc>
          <w:tcPr>
            <w:tcW w:w="1985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3A51B283" w14:textId="77777777" w:rsidTr="154FA8FC">
        <w:tc>
          <w:tcPr>
            <w:tcW w:w="1985" w:type="dxa"/>
          </w:tcPr>
          <w:p w14:paraId="6267168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7D90EF1" w14:textId="2BDF1E7D" w:rsidR="0085747A" w:rsidRPr="00B169DF" w:rsidRDefault="00B93981" w:rsidP="154FA8F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154FA8FC">
              <w:rPr>
                <w:rFonts w:ascii="Corbel" w:hAnsi="Corbel"/>
                <w:b w:val="0"/>
              </w:rPr>
              <w:t>Kolokwium, obserwacja w trakcie zajęć</w:t>
            </w:r>
          </w:p>
        </w:tc>
        <w:tc>
          <w:tcPr>
            <w:tcW w:w="2126" w:type="dxa"/>
          </w:tcPr>
          <w:p w14:paraId="4D1F06B9" w14:textId="04558345" w:rsidR="0085747A" w:rsidRPr="00B169DF" w:rsidRDefault="007B5A60" w:rsidP="154FA8F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konw</w:t>
            </w:r>
            <w:proofErr w:type="spellEnd"/>
            <w:r>
              <w:rPr>
                <w:rFonts w:ascii="Corbel" w:hAnsi="Corbel"/>
                <w:b w:val="0"/>
              </w:rPr>
              <w:t>.</w:t>
            </w:r>
          </w:p>
        </w:tc>
      </w:tr>
      <w:tr w:rsidR="0085747A" w:rsidRPr="00B169DF" w14:paraId="635E67C7" w14:textId="77777777" w:rsidTr="154FA8FC">
        <w:tc>
          <w:tcPr>
            <w:tcW w:w="1985" w:type="dxa"/>
          </w:tcPr>
          <w:p w14:paraId="6B3A141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E22BC82" w14:textId="52432B06" w:rsidR="0085747A" w:rsidRPr="00B169DF" w:rsidRDefault="00B93981" w:rsidP="154FA8F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154FA8FC">
              <w:rPr>
                <w:rFonts w:ascii="Corbel" w:hAnsi="Corbel"/>
                <w:b w:val="0"/>
              </w:rPr>
              <w:t>Kolokwium, obserwacja w trakcie zajęć</w:t>
            </w:r>
          </w:p>
        </w:tc>
        <w:tc>
          <w:tcPr>
            <w:tcW w:w="2126" w:type="dxa"/>
          </w:tcPr>
          <w:p w14:paraId="05A69994" w14:textId="3E9AF0F6" w:rsidR="0085747A" w:rsidRPr="00B169DF" w:rsidRDefault="007B5A60" w:rsidP="154FA8F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konw</w:t>
            </w:r>
            <w:proofErr w:type="spellEnd"/>
            <w:r>
              <w:rPr>
                <w:rFonts w:ascii="Corbel" w:hAnsi="Corbel"/>
                <w:b w:val="0"/>
              </w:rPr>
              <w:t>.</w:t>
            </w:r>
          </w:p>
        </w:tc>
      </w:tr>
      <w:tr w:rsidR="00B93981" w:rsidRPr="00B169DF" w14:paraId="7B8E221F" w14:textId="77777777" w:rsidTr="154FA8FC">
        <w:tc>
          <w:tcPr>
            <w:tcW w:w="1985" w:type="dxa"/>
          </w:tcPr>
          <w:p w14:paraId="24139526" w14:textId="365EABEE" w:rsidR="00B93981" w:rsidRPr="00B169DF" w:rsidRDefault="00B939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ADD">
              <w:rPr>
                <w:rFonts w:ascii="Corbel" w:hAnsi="Corbel" w:cs="Corbel"/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14:paraId="1E4DA96D" w14:textId="7C9F2913" w:rsidR="00B93981" w:rsidRPr="00B169DF" w:rsidRDefault="00B93981" w:rsidP="154FA8F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154FA8FC">
              <w:rPr>
                <w:rFonts w:ascii="Corbel" w:hAnsi="Corbel"/>
                <w:b w:val="0"/>
              </w:rPr>
              <w:t>Kolokwium, obserwacja w trakcie zajęć</w:t>
            </w:r>
          </w:p>
        </w:tc>
        <w:tc>
          <w:tcPr>
            <w:tcW w:w="2126" w:type="dxa"/>
          </w:tcPr>
          <w:p w14:paraId="24696D2D" w14:textId="28F4709C" w:rsidR="00B93981" w:rsidRPr="00B169DF" w:rsidRDefault="007B5A60" w:rsidP="154FA8F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konw</w:t>
            </w:r>
            <w:proofErr w:type="spellEnd"/>
            <w:r>
              <w:rPr>
                <w:rFonts w:ascii="Corbel" w:hAnsi="Corbel"/>
                <w:b w:val="0"/>
              </w:rPr>
              <w:t>.</w:t>
            </w:r>
          </w:p>
        </w:tc>
      </w:tr>
      <w:tr w:rsidR="00B93981" w:rsidRPr="00B169DF" w14:paraId="7EDF83C7" w14:textId="77777777" w:rsidTr="154FA8FC">
        <w:tc>
          <w:tcPr>
            <w:tcW w:w="1985" w:type="dxa"/>
          </w:tcPr>
          <w:p w14:paraId="2D32179C" w14:textId="3A5C99F4" w:rsidR="00B93981" w:rsidRPr="00B169DF" w:rsidRDefault="00B939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ADD">
              <w:rPr>
                <w:rFonts w:ascii="Corbel" w:hAnsi="Corbel" w:cs="Corbel"/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14:paraId="75C08673" w14:textId="0AB185B6" w:rsidR="00B93981" w:rsidRPr="00B169DF" w:rsidRDefault="00B93981" w:rsidP="154FA8F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154FA8FC">
              <w:rPr>
                <w:rFonts w:ascii="Corbel" w:hAnsi="Corbel"/>
                <w:b w:val="0"/>
              </w:rPr>
              <w:t>Kolokwium, obserwacja w trakcie zajęć</w:t>
            </w:r>
          </w:p>
        </w:tc>
        <w:tc>
          <w:tcPr>
            <w:tcW w:w="2126" w:type="dxa"/>
          </w:tcPr>
          <w:p w14:paraId="75F2CE41" w14:textId="4FF57087" w:rsidR="00B93981" w:rsidRPr="00B169DF" w:rsidRDefault="007B5A60" w:rsidP="154FA8F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konw</w:t>
            </w:r>
            <w:proofErr w:type="spellEnd"/>
            <w:r>
              <w:rPr>
                <w:rFonts w:ascii="Corbel" w:hAnsi="Corbel"/>
                <w:b w:val="0"/>
              </w:rPr>
              <w:t>.</w:t>
            </w:r>
          </w:p>
        </w:tc>
      </w:tr>
      <w:tr w:rsidR="00B93981" w:rsidRPr="00B169DF" w14:paraId="26C54212" w14:textId="77777777" w:rsidTr="154FA8FC">
        <w:tc>
          <w:tcPr>
            <w:tcW w:w="1985" w:type="dxa"/>
          </w:tcPr>
          <w:p w14:paraId="0B13C475" w14:textId="615921DD" w:rsidR="00B93981" w:rsidRPr="00B169DF" w:rsidRDefault="00B939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ADD">
              <w:rPr>
                <w:rFonts w:ascii="Corbel" w:hAnsi="Corbel" w:cs="Corbel"/>
                <w:b w:val="0"/>
                <w:sz w:val="22"/>
              </w:rPr>
              <w:t>EK_05</w:t>
            </w:r>
          </w:p>
        </w:tc>
        <w:tc>
          <w:tcPr>
            <w:tcW w:w="5528" w:type="dxa"/>
          </w:tcPr>
          <w:p w14:paraId="10648317" w14:textId="5AB5E967" w:rsidR="00B93981" w:rsidRPr="00B169DF" w:rsidRDefault="00B93981" w:rsidP="154FA8F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154FA8FC">
              <w:rPr>
                <w:rFonts w:ascii="Corbel" w:hAnsi="Corbel"/>
                <w:b w:val="0"/>
              </w:rPr>
              <w:t>Kolokwium, obserwacja w trakcie zajęć</w:t>
            </w:r>
          </w:p>
        </w:tc>
        <w:tc>
          <w:tcPr>
            <w:tcW w:w="2126" w:type="dxa"/>
          </w:tcPr>
          <w:p w14:paraId="7B05C0E0" w14:textId="24F98EE0" w:rsidR="00B93981" w:rsidRPr="00B169DF" w:rsidRDefault="007B5A60" w:rsidP="154FA8F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konw</w:t>
            </w:r>
            <w:proofErr w:type="spellEnd"/>
            <w:r>
              <w:rPr>
                <w:rFonts w:ascii="Corbel" w:hAnsi="Corbel"/>
                <w:b w:val="0"/>
              </w:rPr>
              <w:t>.</w:t>
            </w:r>
          </w:p>
        </w:tc>
      </w:tr>
      <w:tr w:rsidR="00B93981" w:rsidRPr="00B169DF" w14:paraId="45E16634" w14:textId="77777777" w:rsidTr="154FA8FC">
        <w:tc>
          <w:tcPr>
            <w:tcW w:w="1985" w:type="dxa"/>
          </w:tcPr>
          <w:p w14:paraId="2BB60EE3" w14:textId="7E1A9893" w:rsidR="00B93981" w:rsidRPr="00B169DF" w:rsidRDefault="00B939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ADD">
              <w:rPr>
                <w:rFonts w:ascii="Corbel" w:hAnsi="Corbel" w:cs="Corbel"/>
                <w:b w:val="0"/>
                <w:sz w:val="22"/>
              </w:rPr>
              <w:t>EK_06</w:t>
            </w:r>
          </w:p>
        </w:tc>
        <w:tc>
          <w:tcPr>
            <w:tcW w:w="5528" w:type="dxa"/>
          </w:tcPr>
          <w:p w14:paraId="0265E52C" w14:textId="3FD3BCE1" w:rsidR="00B93981" w:rsidRPr="00B169DF" w:rsidRDefault="00B93981" w:rsidP="154FA8F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154FA8FC">
              <w:rPr>
                <w:rFonts w:ascii="Corbel" w:hAnsi="Corbel"/>
                <w:b w:val="0"/>
              </w:rPr>
              <w:t>Kolokwium, obserwacja w trakcie zajęć</w:t>
            </w:r>
          </w:p>
        </w:tc>
        <w:tc>
          <w:tcPr>
            <w:tcW w:w="2126" w:type="dxa"/>
          </w:tcPr>
          <w:p w14:paraId="1A158022" w14:textId="486F1FE8" w:rsidR="00B93981" w:rsidRPr="00B169DF" w:rsidRDefault="007B5A60" w:rsidP="154FA8F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konw</w:t>
            </w:r>
            <w:proofErr w:type="spellEnd"/>
            <w:r>
              <w:rPr>
                <w:rFonts w:ascii="Corbel" w:hAnsi="Corbel"/>
                <w:b w:val="0"/>
              </w:rPr>
              <w:t>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D66D26">
        <w:trPr>
          <w:trHeight w:val="1593"/>
        </w:trPr>
        <w:tc>
          <w:tcPr>
            <w:tcW w:w="9670" w:type="dxa"/>
          </w:tcPr>
          <w:p w14:paraId="5FC1B03F" w14:textId="5A8EFE45" w:rsidR="00803763" w:rsidRDefault="00E7314E" w:rsidP="008037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Frekwencja </w:t>
            </w:r>
            <w:r w:rsidR="00803763" w:rsidRPr="00AE3D35"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 w:rsidR="00803763" w:rsidRPr="00AE3D35">
              <w:rPr>
                <w:rFonts w:ascii="Corbel" w:hAnsi="Corbel"/>
                <w:b w:val="0"/>
                <w:smallCaps w:val="0"/>
                <w:szCs w:val="24"/>
              </w:rPr>
              <w:t xml:space="preserve"> ustalana na podstawie listy obecności, aktywność na ćwiczeniach, wyniki ustalane na podstawie pisemnych prac studentów lub ustnej odpowiedzi, obserwacja w trakcie zajęć, gdzie ocena pozytywna osiągana jest w przypadku uzyskania ponad 50% poprawnych odpowiedzi.</w:t>
            </w:r>
          </w:p>
          <w:p w14:paraId="2BB5D64F" w14:textId="6202C4E6" w:rsidR="0085747A" w:rsidRPr="00B169DF" w:rsidRDefault="00803763" w:rsidP="00D66D2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3D35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3BE667" w14:textId="77777777" w:rsidR="00D66D26" w:rsidRDefault="00D66D26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275B835" w14:textId="652756DA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B169DF" w14:paraId="128DDC9A" w14:textId="77777777" w:rsidTr="00D66D26">
        <w:tc>
          <w:tcPr>
            <w:tcW w:w="513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D66D26">
        <w:tc>
          <w:tcPr>
            <w:tcW w:w="513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3A344839" w14:textId="70AB5D14" w:rsidR="0085747A" w:rsidRPr="00B169DF" w:rsidRDefault="00803763" w:rsidP="00803763">
            <w:pPr>
              <w:pStyle w:val="Akapitzlist"/>
              <w:tabs>
                <w:tab w:val="left" w:pos="1012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</w:tr>
      <w:tr w:rsidR="00C61DC5" w:rsidRPr="00B169DF" w14:paraId="2A4AABEF" w14:textId="77777777" w:rsidTr="00D66D26">
        <w:tc>
          <w:tcPr>
            <w:tcW w:w="513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63CF7F11" w14:textId="392A48D2" w:rsidR="00C61DC5" w:rsidRPr="00B169DF" w:rsidRDefault="008037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7314E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B169DF" w14:paraId="3796D0EB" w14:textId="77777777" w:rsidTr="00D66D26">
        <w:tc>
          <w:tcPr>
            <w:tcW w:w="513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03E3072C" w14:textId="75F60A6C" w:rsidR="00C61DC5" w:rsidRPr="00B169DF" w:rsidRDefault="00E7314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45 </w:t>
            </w:r>
            <w:r w:rsidR="00803763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85747A" w:rsidRPr="00B169DF" w14:paraId="1ADE6CE7" w14:textId="77777777" w:rsidTr="00D66D26">
        <w:tc>
          <w:tcPr>
            <w:tcW w:w="513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747719D" w14:textId="66C5569B" w:rsidR="0085747A" w:rsidRPr="00B169DF" w:rsidRDefault="00E7314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  <w:r w:rsidR="00803763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B169DF" w14:paraId="071C4E58" w14:textId="77777777" w:rsidTr="00D66D26">
        <w:tc>
          <w:tcPr>
            <w:tcW w:w="513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623D12B" w14:textId="0B1DDB2D" w:rsidR="0085747A" w:rsidRPr="00B169DF" w:rsidRDefault="008037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F632C6" w14:textId="77777777" w:rsidR="0085747A" w:rsidRPr="00B169DF" w:rsidRDefault="00923D7D" w:rsidP="00D66D26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B169DF" w14:paraId="638E76A1" w14:textId="77777777" w:rsidTr="00D66D26">
        <w:trPr>
          <w:trHeight w:val="397"/>
        </w:trPr>
        <w:tc>
          <w:tcPr>
            <w:tcW w:w="3715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0C6D98E0" w14:textId="46B7EA85" w:rsidR="0085747A" w:rsidRPr="00B169DF" w:rsidRDefault="008037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3D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D66D26">
        <w:trPr>
          <w:trHeight w:val="397"/>
        </w:trPr>
        <w:tc>
          <w:tcPr>
            <w:tcW w:w="3715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5AB3311D" w14:textId="7EB42732" w:rsidR="0085747A" w:rsidRPr="00B169DF" w:rsidRDefault="008037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3D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459B05B0" w14:textId="77777777" w:rsidR="0085747A" w:rsidRDefault="0085747A" w:rsidP="00D66D2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FD550E2" w14:textId="7CAF19BD" w:rsidR="007648B0" w:rsidRPr="007648B0" w:rsidRDefault="007648B0" w:rsidP="00D66D26">
            <w:pPr>
              <w:pStyle w:val="Punktygwne"/>
              <w:numPr>
                <w:ilvl w:val="0"/>
                <w:numId w:val="2"/>
              </w:numPr>
              <w:spacing w:before="0" w:after="0"/>
              <w:ind w:left="339"/>
              <w:rPr>
                <w:rFonts w:ascii="Corbel" w:hAnsi="Corbel"/>
                <w:b w:val="0"/>
                <w:smallCaps w:val="0"/>
                <w:szCs w:val="24"/>
              </w:rPr>
            </w:pPr>
            <w:r w:rsidRPr="007648B0">
              <w:rPr>
                <w:rFonts w:ascii="Corbel" w:hAnsi="Corbel"/>
                <w:b w:val="0"/>
                <w:smallCaps w:val="0"/>
                <w:szCs w:val="24"/>
              </w:rPr>
              <w:t>B. Dolnicki, Samorząd terytorialny, Wolters Kluwer 202</w:t>
            </w:r>
            <w:r w:rsidR="00705C89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7648B0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46427058" w14:textId="1D0F128E" w:rsidR="00803763" w:rsidRPr="00D144A7" w:rsidRDefault="00803763" w:rsidP="00D66D26">
            <w:pPr>
              <w:pStyle w:val="Punktygwne"/>
              <w:numPr>
                <w:ilvl w:val="0"/>
                <w:numId w:val="2"/>
              </w:numPr>
              <w:spacing w:before="0" w:after="0"/>
              <w:ind w:left="339"/>
              <w:rPr>
                <w:rFonts w:ascii="Corbel" w:hAnsi="Corbel"/>
                <w:b w:val="0"/>
                <w:smallCaps w:val="0"/>
                <w:szCs w:val="24"/>
              </w:rPr>
            </w:pPr>
            <w:r w:rsidRPr="007648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Ura, Prawo administracyjne, Wyd. </w:t>
            </w:r>
            <w:r w:rsidR="009874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7648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Wolters Kluwer, Warszawa 202</w:t>
            </w:r>
            <w:r w:rsidR="009874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  <w:r w:rsidRPr="00D144A7">
              <w:rPr>
                <w:rFonts w:ascii="Corbel" w:hAnsi="Corbel"/>
                <w:b w:val="0"/>
              </w:rPr>
              <w:t xml:space="preserve"> </w:t>
            </w:r>
          </w:p>
          <w:p w14:paraId="3568EC05" w14:textId="49BDA63C" w:rsidR="00803763" w:rsidRPr="00D66D26" w:rsidRDefault="00D66D26" w:rsidP="00D66D26">
            <w:pPr>
              <w:pStyle w:val="Punktygwne"/>
              <w:numPr>
                <w:ilvl w:val="0"/>
                <w:numId w:val="2"/>
              </w:numPr>
              <w:spacing w:before="0" w:after="0"/>
              <w:ind w:left="339"/>
              <w:rPr>
                <w:rFonts w:ascii="Corbel" w:hAnsi="Corbel"/>
                <w:b w:val="0"/>
                <w:szCs w:val="24"/>
              </w:rPr>
            </w:pPr>
            <w:r w:rsidRPr="00D66D26">
              <w:rPr>
                <w:rFonts w:ascii="Corbel" w:hAnsi="Corbel"/>
                <w:b w:val="0"/>
                <w:szCs w:val="24"/>
              </w:rPr>
              <w:t xml:space="preserve">k. </w:t>
            </w:r>
            <w:proofErr w:type="spellStart"/>
            <w:r w:rsidRPr="00D66D26">
              <w:rPr>
                <w:rFonts w:ascii="Corbel" w:hAnsi="Corbel"/>
                <w:b w:val="0"/>
                <w:szCs w:val="24"/>
              </w:rPr>
              <w:t>czarnecki</w:t>
            </w:r>
            <w:proofErr w:type="spellEnd"/>
            <w:r w:rsidRPr="00D66D26">
              <w:rPr>
                <w:rFonts w:ascii="Corbel" w:hAnsi="Corbel"/>
                <w:b w:val="0"/>
                <w:szCs w:val="24"/>
              </w:rPr>
              <w:t xml:space="preserve">, a. </w:t>
            </w:r>
            <w:proofErr w:type="spellStart"/>
            <w:r w:rsidRPr="00D66D26">
              <w:rPr>
                <w:rFonts w:ascii="Corbel" w:hAnsi="Corbel"/>
                <w:b w:val="0"/>
                <w:szCs w:val="24"/>
              </w:rPr>
              <w:t>lutrzykowski</w:t>
            </w:r>
            <w:proofErr w:type="spellEnd"/>
            <w:r w:rsidRPr="00D66D26">
              <w:rPr>
                <w:rFonts w:ascii="Corbel" w:hAnsi="Corbel"/>
                <w:b w:val="0"/>
                <w:szCs w:val="24"/>
              </w:rPr>
              <w:t xml:space="preserve">, r. </w:t>
            </w:r>
            <w:proofErr w:type="spellStart"/>
            <w:r w:rsidRPr="00D66D26">
              <w:rPr>
                <w:rFonts w:ascii="Corbel" w:hAnsi="Corbel"/>
                <w:b w:val="0"/>
                <w:szCs w:val="24"/>
              </w:rPr>
              <w:t>musiałkiewicz</w:t>
            </w:r>
            <w:proofErr w:type="spellEnd"/>
            <w:r w:rsidRPr="00D66D26">
              <w:rPr>
                <w:rFonts w:ascii="Corbel" w:hAnsi="Corbel"/>
                <w:b w:val="0"/>
                <w:szCs w:val="24"/>
              </w:rPr>
              <w:t xml:space="preserve"> (red.), </w:t>
            </w:r>
            <w:proofErr w:type="spellStart"/>
            <w:r w:rsidRPr="00D66D26">
              <w:rPr>
                <w:rFonts w:ascii="Corbel" w:hAnsi="Corbel"/>
                <w:b w:val="0"/>
                <w:szCs w:val="24"/>
              </w:rPr>
              <w:t>samorząd</w:t>
            </w:r>
            <w:proofErr w:type="spellEnd"/>
            <w:r w:rsidRPr="00D66D26">
              <w:rPr>
                <w:rFonts w:ascii="Corbel" w:hAnsi="Corbel"/>
                <w:b w:val="0"/>
                <w:szCs w:val="24"/>
              </w:rPr>
              <w:t xml:space="preserve"> terytorialny w </w:t>
            </w:r>
            <w:proofErr w:type="spellStart"/>
            <w:r w:rsidRPr="00D66D26">
              <w:rPr>
                <w:rFonts w:ascii="Corbel" w:hAnsi="Corbel"/>
                <w:b w:val="0"/>
                <w:szCs w:val="24"/>
              </w:rPr>
              <w:t>polsce</w:t>
            </w:r>
            <w:proofErr w:type="spellEnd"/>
            <w:r w:rsidRPr="00D66D26">
              <w:rPr>
                <w:rFonts w:ascii="Corbel" w:hAnsi="Corbel"/>
                <w:b w:val="0"/>
                <w:szCs w:val="24"/>
              </w:rPr>
              <w:t xml:space="preserve"> i w </w:t>
            </w:r>
            <w:proofErr w:type="spellStart"/>
            <w:r w:rsidRPr="00D66D26">
              <w:rPr>
                <w:rFonts w:ascii="Corbel" w:hAnsi="Corbel"/>
                <w:b w:val="0"/>
                <w:szCs w:val="24"/>
              </w:rPr>
              <w:t>europie</w:t>
            </w:r>
            <w:proofErr w:type="spellEnd"/>
            <w:r w:rsidRPr="00D66D26">
              <w:rPr>
                <w:rFonts w:ascii="Corbel" w:hAnsi="Corbel"/>
                <w:b w:val="0"/>
                <w:szCs w:val="24"/>
              </w:rPr>
              <w:t xml:space="preserve">. aktualne problemy i wyzwania, </w:t>
            </w:r>
            <w:proofErr w:type="spellStart"/>
            <w:r w:rsidRPr="00D66D26">
              <w:rPr>
                <w:rFonts w:ascii="Corbel" w:hAnsi="Corbel"/>
                <w:b w:val="0"/>
                <w:szCs w:val="24"/>
              </w:rPr>
              <w:t>włocławek</w:t>
            </w:r>
            <w:proofErr w:type="spellEnd"/>
            <w:r w:rsidRPr="00D66D26">
              <w:rPr>
                <w:rFonts w:ascii="Corbel" w:hAnsi="Corbel"/>
                <w:b w:val="0"/>
                <w:szCs w:val="24"/>
              </w:rPr>
              <w:t xml:space="preserve"> 2017.</w:t>
            </w:r>
          </w:p>
          <w:p w14:paraId="0B544F6A" w14:textId="33893B09" w:rsidR="00D66D26" w:rsidRPr="003A1C6C" w:rsidRDefault="00D66D26" w:rsidP="00D66D26">
            <w:pPr>
              <w:pStyle w:val="Punktygwne"/>
              <w:spacing w:before="0" w:after="0"/>
              <w:ind w:left="339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1545046A" w14:textId="77777777" w:rsidR="0085747A" w:rsidRDefault="0085747A" w:rsidP="00D66D2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16C62CC" w14:textId="156E566A" w:rsidR="00D806B7" w:rsidRPr="00D806B7" w:rsidRDefault="00D66D26" w:rsidP="00D66D26">
            <w:pPr>
              <w:pStyle w:val="Punktygwne"/>
              <w:numPr>
                <w:ilvl w:val="0"/>
                <w:numId w:val="3"/>
              </w:numPr>
              <w:spacing w:before="0" w:after="0"/>
              <w:ind w:left="339"/>
              <w:rPr>
                <w:rFonts w:ascii="Corbel" w:hAnsi="Corbel"/>
                <w:b w:val="0"/>
                <w:bCs/>
                <w:color w:val="000000"/>
                <w:szCs w:val="24"/>
              </w:rPr>
            </w:pPr>
            <w:r w:rsidRPr="005F10C5">
              <w:rPr>
                <w:rFonts w:ascii="Corbel" w:hAnsi="Corbel"/>
                <w:b w:val="0"/>
                <w:bCs/>
                <w:color w:val="000000"/>
                <w:szCs w:val="24"/>
              </w:rPr>
              <w:t xml:space="preserve">p. </w:t>
            </w:r>
            <w:proofErr w:type="spellStart"/>
            <w:r w:rsidRPr="005F10C5">
              <w:rPr>
                <w:rFonts w:ascii="Corbel" w:hAnsi="Corbel"/>
                <w:b w:val="0"/>
                <w:bCs/>
                <w:color w:val="000000"/>
                <w:szCs w:val="24"/>
              </w:rPr>
              <w:t>machalski</w:t>
            </w:r>
            <w:proofErr w:type="spellEnd"/>
            <w:r w:rsidRPr="005F10C5">
              <w:rPr>
                <w:rFonts w:ascii="Corbel" w:hAnsi="Corbel"/>
                <w:b w:val="0"/>
                <w:bCs/>
                <w:color w:val="000000"/>
                <w:szCs w:val="24"/>
              </w:rPr>
              <w:t xml:space="preserve">, </w:t>
            </w:r>
            <w:proofErr w:type="spellStart"/>
            <w:r w:rsidRPr="00D806B7">
              <w:rPr>
                <w:rFonts w:ascii="Corbel" w:hAnsi="Corbel"/>
                <w:b w:val="0"/>
                <w:bCs/>
                <w:color w:val="000000"/>
                <w:szCs w:val="24"/>
              </w:rPr>
              <w:t>europa</w:t>
            </w:r>
            <w:proofErr w:type="spellEnd"/>
            <w:r w:rsidRPr="00D806B7">
              <w:rPr>
                <w:rFonts w:ascii="Corbel" w:hAnsi="Corbel"/>
                <w:b w:val="0"/>
                <w:bCs/>
                <w:color w:val="000000"/>
                <w:szCs w:val="24"/>
              </w:rPr>
              <w:t xml:space="preserve"> samorządna. samorząd terytorialny w wybranych państwach unii europejskiej wyd. ii</w:t>
            </w:r>
            <w:r w:rsidRPr="005F10C5">
              <w:rPr>
                <w:rFonts w:ascii="Corbel" w:hAnsi="Corbel"/>
                <w:b w:val="0"/>
                <w:bCs/>
                <w:color w:val="000000"/>
                <w:szCs w:val="24"/>
              </w:rPr>
              <w:t>, warszawa 2018</w:t>
            </w:r>
          </w:p>
          <w:p w14:paraId="4596EFF9" w14:textId="77DE2CDF" w:rsidR="007648B0" w:rsidRPr="003A1C6C" w:rsidRDefault="007648B0" w:rsidP="005F10C5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35102" w14:textId="77777777" w:rsidR="0067058A" w:rsidRDefault="0067058A" w:rsidP="00C16ABF">
      <w:pPr>
        <w:spacing w:after="0" w:line="240" w:lineRule="auto"/>
      </w:pPr>
      <w:r>
        <w:separator/>
      </w:r>
    </w:p>
  </w:endnote>
  <w:endnote w:type="continuationSeparator" w:id="0">
    <w:p w14:paraId="28BE4100" w14:textId="77777777" w:rsidR="0067058A" w:rsidRDefault="0067058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2597B" w14:textId="77777777" w:rsidR="0067058A" w:rsidRDefault="0067058A" w:rsidP="00C16ABF">
      <w:pPr>
        <w:spacing w:after="0" w:line="240" w:lineRule="auto"/>
      </w:pPr>
      <w:r>
        <w:separator/>
      </w:r>
    </w:p>
  </w:footnote>
  <w:footnote w:type="continuationSeparator" w:id="0">
    <w:p w14:paraId="431EA29F" w14:textId="77777777" w:rsidR="0067058A" w:rsidRDefault="0067058A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08741B"/>
    <w:multiLevelType w:val="hybridMultilevel"/>
    <w:tmpl w:val="B8CC2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C4C5D28"/>
    <w:multiLevelType w:val="hybridMultilevel"/>
    <w:tmpl w:val="190EB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689086">
    <w:abstractNumId w:val="1"/>
  </w:num>
  <w:num w:numId="2" w16cid:durableId="1772160848">
    <w:abstractNumId w:val="2"/>
  </w:num>
  <w:num w:numId="3" w16cid:durableId="51730808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7FC8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3A63"/>
    <w:rsid w:val="001640A7"/>
    <w:rsid w:val="00164FA7"/>
    <w:rsid w:val="00166A03"/>
    <w:rsid w:val="001718A7"/>
    <w:rsid w:val="001737CF"/>
    <w:rsid w:val="00176083"/>
    <w:rsid w:val="0018530D"/>
    <w:rsid w:val="00192F37"/>
    <w:rsid w:val="001A552B"/>
    <w:rsid w:val="001A70D2"/>
    <w:rsid w:val="001C5087"/>
    <w:rsid w:val="001D0CB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1C6C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872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5EB8"/>
    <w:rsid w:val="0056696D"/>
    <w:rsid w:val="0059484D"/>
    <w:rsid w:val="005A0855"/>
    <w:rsid w:val="005A3196"/>
    <w:rsid w:val="005C080F"/>
    <w:rsid w:val="005C55E5"/>
    <w:rsid w:val="005C696A"/>
    <w:rsid w:val="005E6E85"/>
    <w:rsid w:val="005F10C5"/>
    <w:rsid w:val="005F31D2"/>
    <w:rsid w:val="005F4889"/>
    <w:rsid w:val="005F76A3"/>
    <w:rsid w:val="0061029B"/>
    <w:rsid w:val="006167EC"/>
    <w:rsid w:val="00617230"/>
    <w:rsid w:val="00621CE1"/>
    <w:rsid w:val="00627FC9"/>
    <w:rsid w:val="00647FA8"/>
    <w:rsid w:val="00650C5F"/>
    <w:rsid w:val="00654934"/>
    <w:rsid w:val="006579B3"/>
    <w:rsid w:val="006620D9"/>
    <w:rsid w:val="0067058A"/>
    <w:rsid w:val="00670E46"/>
    <w:rsid w:val="00671958"/>
    <w:rsid w:val="00675843"/>
    <w:rsid w:val="00696477"/>
    <w:rsid w:val="006D050F"/>
    <w:rsid w:val="006D59ED"/>
    <w:rsid w:val="006D6139"/>
    <w:rsid w:val="006E5D65"/>
    <w:rsid w:val="006F1282"/>
    <w:rsid w:val="006F1FBC"/>
    <w:rsid w:val="006F31E2"/>
    <w:rsid w:val="006F6FE2"/>
    <w:rsid w:val="00701850"/>
    <w:rsid w:val="00705C8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8B0"/>
    <w:rsid w:val="00766FD4"/>
    <w:rsid w:val="0078168C"/>
    <w:rsid w:val="00787C2A"/>
    <w:rsid w:val="00790E27"/>
    <w:rsid w:val="007A4022"/>
    <w:rsid w:val="007A6E6E"/>
    <w:rsid w:val="007B5A60"/>
    <w:rsid w:val="007C3299"/>
    <w:rsid w:val="007C3BCC"/>
    <w:rsid w:val="007C4546"/>
    <w:rsid w:val="007D6E56"/>
    <w:rsid w:val="007F4155"/>
    <w:rsid w:val="00803763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747F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054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558"/>
    <w:rsid w:val="00A9131F"/>
    <w:rsid w:val="00A97DE1"/>
    <w:rsid w:val="00AB053C"/>
    <w:rsid w:val="00AD10CF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3981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2F34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44A7"/>
    <w:rsid w:val="00D17C3C"/>
    <w:rsid w:val="00D26B2C"/>
    <w:rsid w:val="00D3397B"/>
    <w:rsid w:val="00D352C9"/>
    <w:rsid w:val="00D425B2"/>
    <w:rsid w:val="00D428D6"/>
    <w:rsid w:val="00D552B2"/>
    <w:rsid w:val="00D608D1"/>
    <w:rsid w:val="00D66D26"/>
    <w:rsid w:val="00D74119"/>
    <w:rsid w:val="00D806B7"/>
    <w:rsid w:val="00D8075B"/>
    <w:rsid w:val="00D8678B"/>
    <w:rsid w:val="00DA2114"/>
    <w:rsid w:val="00DD7583"/>
    <w:rsid w:val="00DE09C0"/>
    <w:rsid w:val="00DE4A14"/>
    <w:rsid w:val="00DF320D"/>
    <w:rsid w:val="00DF6705"/>
    <w:rsid w:val="00DF71C8"/>
    <w:rsid w:val="00E129B8"/>
    <w:rsid w:val="00E21E7D"/>
    <w:rsid w:val="00E22FBC"/>
    <w:rsid w:val="00E24BF5"/>
    <w:rsid w:val="00E25338"/>
    <w:rsid w:val="00E51E44"/>
    <w:rsid w:val="00E63348"/>
    <w:rsid w:val="00E7314E"/>
    <w:rsid w:val="00E742AA"/>
    <w:rsid w:val="00E77E88"/>
    <w:rsid w:val="00E8107D"/>
    <w:rsid w:val="00E86298"/>
    <w:rsid w:val="00E960BB"/>
    <w:rsid w:val="00EA2074"/>
    <w:rsid w:val="00EA4832"/>
    <w:rsid w:val="00EA4E9D"/>
    <w:rsid w:val="00EC2D42"/>
    <w:rsid w:val="00EC4899"/>
    <w:rsid w:val="00ED03AB"/>
    <w:rsid w:val="00ED32D2"/>
    <w:rsid w:val="00EE32DE"/>
    <w:rsid w:val="00EE5457"/>
    <w:rsid w:val="00F070AB"/>
    <w:rsid w:val="00F17567"/>
    <w:rsid w:val="00F27A7B"/>
    <w:rsid w:val="00F42CBF"/>
    <w:rsid w:val="00F526AF"/>
    <w:rsid w:val="00F617C3"/>
    <w:rsid w:val="00F61A26"/>
    <w:rsid w:val="00F7066B"/>
    <w:rsid w:val="00F83B28"/>
    <w:rsid w:val="00F84413"/>
    <w:rsid w:val="00F974DA"/>
    <w:rsid w:val="00FA46E5"/>
    <w:rsid w:val="00FB7DBA"/>
    <w:rsid w:val="00FC1C25"/>
    <w:rsid w:val="00FC3F45"/>
    <w:rsid w:val="00FD32DB"/>
    <w:rsid w:val="00FD503F"/>
    <w:rsid w:val="00FD7589"/>
    <w:rsid w:val="00FF016A"/>
    <w:rsid w:val="00FF1401"/>
    <w:rsid w:val="00FF5E7D"/>
    <w:rsid w:val="01C3A955"/>
    <w:rsid w:val="10E45006"/>
    <w:rsid w:val="12EDD457"/>
    <w:rsid w:val="154FA8FC"/>
    <w:rsid w:val="19546ABB"/>
    <w:rsid w:val="298ED29B"/>
    <w:rsid w:val="55E054F2"/>
    <w:rsid w:val="72C3C0ED"/>
    <w:rsid w:val="7869D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8037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49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48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22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8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7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92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9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12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01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98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9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3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8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6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9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20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1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61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8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96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1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47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3F939-B1D4-465D-8574-93C6CFF7E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887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8</cp:revision>
  <cp:lastPrinted>2025-09-30T07:54:00Z</cp:lastPrinted>
  <dcterms:created xsi:type="dcterms:W3CDTF">2025-09-19T12:17:00Z</dcterms:created>
  <dcterms:modified xsi:type="dcterms:W3CDTF">2025-11-13T08:08:00Z</dcterms:modified>
</cp:coreProperties>
</file>